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64DEAD9E"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1362FF">
        <w:rPr>
          <w:bCs/>
          <w:szCs w:val="24"/>
        </w:rPr>
        <w:t>2023/9</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2F7E0F"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16E4164D" w:rsidR="00AD6A9B" w:rsidRPr="00B7669C" w:rsidRDefault="002F7E0F" w:rsidP="00AD6A9B">
            <w:pPr>
              <w:rPr>
                <w:bCs/>
                <w:szCs w:val="24"/>
              </w:rPr>
            </w:pPr>
            <w:hyperlink r:id="rId13" w:history="1">
              <w:r w:rsidR="00D76FE6" w:rsidRPr="00763D99">
                <w:rPr>
                  <w:rStyle w:val="Hyperlink"/>
                </w:rPr>
                <w:t>mart.enel@rmk.ee</w:t>
              </w:r>
            </w:hyperlink>
            <w:r w:rsidR="00D76FE6">
              <w:t xml:space="preserve">  </w:t>
            </w:r>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3637"/>
        <w:gridCol w:w="3016"/>
      </w:tblGrid>
      <w:tr w:rsidR="004D2CCA" w:rsidRPr="00B7669C" w14:paraId="1CDE3CB7" w14:textId="77777777" w:rsidTr="005C24F2">
        <w:tc>
          <w:tcPr>
            <w:tcW w:w="1697" w:type="pct"/>
          </w:tcPr>
          <w:p w14:paraId="11376DDE" w14:textId="63883170" w:rsidR="004D2CCA" w:rsidRPr="00B7669C" w:rsidRDefault="00B5262A" w:rsidP="004D2CCA">
            <w:pPr>
              <w:rPr>
                <w:bCs/>
                <w:szCs w:val="24"/>
              </w:rPr>
            </w:pPr>
            <w:r w:rsidRPr="00B5262A">
              <w:t>Mikkor Saekoda OÜ</w:t>
            </w:r>
          </w:p>
        </w:tc>
        <w:tc>
          <w:tcPr>
            <w:tcW w:w="1888" w:type="pct"/>
          </w:tcPr>
          <w:p w14:paraId="2D839F16" w14:textId="77777777" w:rsidR="00B5262A" w:rsidRPr="00B5262A" w:rsidRDefault="00B5262A" w:rsidP="00B5262A">
            <w:pPr>
              <w:rPr>
                <w:bCs/>
                <w:szCs w:val="24"/>
              </w:rPr>
            </w:pPr>
            <w:r w:rsidRPr="00B5262A">
              <w:rPr>
                <w:bCs/>
                <w:szCs w:val="24"/>
              </w:rPr>
              <w:t>Registrikood 10970981</w:t>
            </w:r>
          </w:p>
          <w:p w14:paraId="121658D7" w14:textId="2D7AD43A" w:rsidR="004D2CCA" w:rsidRPr="00B7669C" w:rsidRDefault="00B5262A" w:rsidP="00B5262A">
            <w:pPr>
              <w:rPr>
                <w:bCs/>
                <w:szCs w:val="24"/>
              </w:rPr>
            </w:pPr>
            <w:r w:rsidRPr="00B5262A">
              <w:rPr>
                <w:bCs/>
                <w:szCs w:val="24"/>
              </w:rPr>
              <w:t xml:space="preserve">Lääne-Virumaa Rakvere vald </w:t>
            </w:r>
            <w:proofErr w:type="spellStart"/>
            <w:r w:rsidRPr="00B5262A">
              <w:rPr>
                <w:bCs/>
                <w:szCs w:val="24"/>
              </w:rPr>
              <w:t>Karunga</w:t>
            </w:r>
            <w:proofErr w:type="spellEnd"/>
            <w:r w:rsidRPr="00B5262A">
              <w:rPr>
                <w:bCs/>
                <w:szCs w:val="24"/>
              </w:rPr>
              <w:t xml:space="preserve"> küla</w:t>
            </w:r>
          </w:p>
        </w:tc>
        <w:tc>
          <w:tcPr>
            <w:tcW w:w="1415" w:type="pct"/>
          </w:tcPr>
          <w:p w14:paraId="02A55C9A" w14:textId="065C2F18" w:rsidR="004D2CCA" w:rsidRPr="00B7669C" w:rsidRDefault="00E05AC4" w:rsidP="004D2CCA">
            <w:pPr>
              <w:rPr>
                <w:bCs/>
                <w:szCs w:val="24"/>
              </w:rPr>
            </w:pPr>
            <w:r w:rsidRPr="00E05AC4">
              <w:rPr>
                <w:bCs/>
                <w:szCs w:val="24"/>
              </w:rPr>
              <w:t xml:space="preserve">Tel    </w:t>
            </w:r>
            <w:r w:rsidR="00B5262A" w:rsidRPr="00B5262A">
              <w:rPr>
                <w:bCs/>
                <w:szCs w:val="24"/>
              </w:rPr>
              <w:t>5207517</w:t>
            </w:r>
          </w:p>
        </w:tc>
      </w:tr>
      <w:tr w:rsidR="00471A69" w:rsidRPr="00B7669C" w14:paraId="50460C22" w14:textId="77777777" w:rsidTr="005C24F2">
        <w:tc>
          <w:tcPr>
            <w:tcW w:w="1697" w:type="pct"/>
          </w:tcPr>
          <w:p w14:paraId="14CBF7E0" w14:textId="7FA1D916" w:rsidR="00471A69" w:rsidRPr="00B7669C" w:rsidRDefault="00E05AC4" w:rsidP="004D2CCA">
            <w:pPr>
              <w:rPr>
                <w:bCs/>
                <w:szCs w:val="24"/>
              </w:rPr>
            </w:pPr>
            <w:r w:rsidRPr="00E05AC4">
              <w:rPr>
                <w:bCs/>
                <w:szCs w:val="24"/>
              </w:rPr>
              <w:t xml:space="preserve">Juhatuse liige </w:t>
            </w:r>
            <w:proofErr w:type="spellStart"/>
            <w:r w:rsidR="00B5262A" w:rsidRPr="00B5262A">
              <w:rPr>
                <w:bCs/>
                <w:szCs w:val="24"/>
              </w:rPr>
              <w:t>Mirek</w:t>
            </w:r>
            <w:proofErr w:type="spellEnd"/>
            <w:r w:rsidR="00B5262A" w:rsidRPr="00B5262A">
              <w:rPr>
                <w:bCs/>
                <w:szCs w:val="24"/>
              </w:rPr>
              <w:t xml:space="preserve"> </w:t>
            </w:r>
            <w:proofErr w:type="spellStart"/>
            <w:r w:rsidR="00B5262A" w:rsidRPr="00B5262A">
              <w:rPr>
                <w:bCs/>
                <w:szCs w:val="24"/>
              </w:rPr>
              <w:t>Matikainen</w:t>
            </w:r>
            <w:proofErr w:type="spellEnd"/>
          </w:p>
        </w:tc>
        <w:tc>
          <w:tcPr>
            <w:tcW w:w="1888" w:type="pct"/>
          </w:tcPr>
          <w:p w14:paraId="6FF10A1D" w14:textId="3C0AF5F1" w:rsidR="00471A69" w:rsidRPr="00B7669C" w:rsidRDefault="00B5262A" w:rsidP="00002ED5">
            <w:pPr>
              <w:rPr>
                <w:bCs/>
                <w:szCs w:val="24"/>
              </w:rPr>
            </w:pPr>
            <w:r w:rsidRPr="00B5262A">
              <w:rPr>
                <w:bCs/>
                <w:szCs w:val="24"/>
              </w:rPr>
              <w:t>37011195210</w:t>
            </w:r>
          </w:p>
        </w:tc>
        <w:tc>
          <w:tcPr>
            <w:tcW w:w="1415" w:type="pct"/>
          </w:tcPr>
          <w:p w14:paraId="0D1DEE27" w14:textId="2D1A3C7B" w:rsidR="00471A69" w:rsidRPr="00A60946" w:rsidRDefault="00B5262A" w:rsidP="00002ED5">
            <w:pPr>
              <w:rPr>
                <w:bCs/>
                <w:szCs w:val="24"/>
              </w:rPr>
            </w:pPr>
            <w:hyperlink r:id="rId14" w:history="1">
              <w:r w:rsidRPr="00845E69">
                <w:rPr>
                  <w:rStyle w:val="Hyperlink"/>
                </w:rPr>
                <w:t>mikkorsaekoda@gmail.com</w:t>
              </w:r>
            </w:hyperlink>
            <w:r>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4BCC8DC7" w:rsidR="00C63431" w:rsidRDefault="006E0604" w:rsidP="00B5262A">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B5262A" w:rsidRPr="00B5262A">
        <w:t xml:space="preserve">Mikkor Saekoda OÜ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B5262A" w:rsidRPr="00B5262A">
        <w:t>Mikkor Saekoda OÜ</w:t>
      </w:r>
      <w:r w:rsidR="005C24F2" w:rsidRPr="005C24F2">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737947B9"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6124B5">
        <w:rPr>
          <w:noProof/>
          <w:color w:val="000000"/>
          <w:szCs w:val="24"/>
        </w:rPr>
        <w:t>Lasila</w:t>
      </w:r>
      <w:r w:rsidR="00B7669C" w:rsidRPr="00B7669C">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7501847A" w:rsidR="00471A69" w:rsidRPr="00471A69" w:rsidRDefault="002F7E0F" w:rsidP="00681FD4">
            <w:pPr>
              <w:rPr>
                <w:szCs w:val="24"/>
              </w:rPr>
            </w:pPr>
            <w:r w:rsidRPr="002F7E0F">
              <w:rPr>
                <w:szCs w:val="24"/>
              </w:rPr>
              <w:t>14 (neliteist)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0D615154"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2F7E0F" w:rsidRPr="00845E69">
          <w:rPr>
            <w:rStyle w:val="Hyperlink"/>
          </w:rPr>
          <w:t>mikkorsaekoda@gmail.com</w:t>
        </w:r>
      </w:hyperlink>
      <w:r w:rsidR="002F7E0F">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4A9DFAA2" w14:textId="49D9E10D" w:rsidR="0072228C" w:rsidRPr="0072228C" w:rsidRDefault="0072228C" w:rsidP="0072228C">
      <w:pPr>
        <w:jc w:val="both"/>
        <w:rPr>
          <w:szCs w:val="24"/>
        </w:rPr>
      </w:pPr>
      <w:r w:rsidRPr="0072228C">
        <w:rPr>
          <w:b/>
          <w:szCs w:val="24"/>
        </w:rPr>
        <w:lastRenderedPageBreak/>
        <w:t xml:space="preserve">8.5. </w:t>
      </w:r>
      <w:r w:rsidRPr="0072228C">
        <w:rPr>
          <w:szCs w:val="24"/>
        </w:rPr>
        <w:t xml:space="preserve">Ostja kohustub lepingust tulenevate kohustuste tagamiseks kandma hiljemalt </w:t>
      </w:r>
      <w:r w:rsidR="002F7E0F" w:rsidRPr="002F7E0F">
        <w:rPr>
          <w:szCs w:val="24"/>
        </w:rPr>
        <w:t xml:space="preserve">15.01.2023 </w:t>
      </w:r>
      <w:r w:rsidRPr="0072228C">
        <w:rPr>
          <w:szCs w:val="24"/>
        </w:rPr>
        <w:t>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29A4F6BD" w14:textId="77777777" w:rsidR="0072228C" w:rsidRPr="0072228C" w:rsidRDefault="0072228C" w:rsidP="0072228C">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389A7AFD" w14:textId="77777777" w:rsidR="0072228C" w:rsidRPr="0072228C" w:rsidRDefault="0072228C" w:rsidP="0072228C">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296D5EEE" w14:textId="09FC2C03" w:rsidR="00C43A0E" w:rsidRDefault="0072228C" w:rsidP="0072228C">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2A311621" w14:textId="77777777" w:rsidR="0072228C" w:rsidRPr="00683F6D" w:rsidRDefault="0072228C" w:rsidP="0072228C">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72228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B7669C" w14:paraId="64220563" w14:textId="77777777" w:rsidTr="0072228C">
        <w:trPr>
          <w:trHeight w:val="272"/>
        </w:trPr>
        <w:tc>
          <w:tcPr>
            <w:tcW w:w="1860" w:type="pct"/>
            <w:shd w:val="clear" w:color="auto" w:fill="auto"/>
          </w:tcPr>
          <w:p w14:paraId="2CF45ED9" w14:textId="42189BD2" w:rsidR="00B7669C" w:rsidRPr="00B7669C" w:rsidRDefault="0044711A" w:rsidP="004157C2">
            <w:pPr>
              <w:jc w:val="both"/>
              <w:rPr>
                <w:szCs w:val="24"/>
              </w:rPr>
            </w:pPr>
            <w:r w:rsidRPr="0044711A">
              <w:rPr>
                <w:szCs w:val="24"/>
              </w:rPr>
              <w:t>Eve Merbach</w:t>
            </w:r>
          </w:p>
        </w:tc>
        <w:tc>
          <w:tcPr>
            <w:tcW w:w="930" w:type="pct"/>
            <w:shd w:val="clear" w:color="auto" w:fill="auto"/>
          </w:tcPr>
          <w:p w14:paraId="35E780ED" w14:textId="5FD07B90" w:rsidR="00B7669C" w:rsidRPr="00B7669C" w:rsidRDefault="0044711A" w:rsidP="004157C2">
            <w:pPr>
              <w:jc w:val="both"/>
              <w:rPr>
                <w:szCs w:val="24"/>
              </w:rPr>
            </w:pPr>
            <w:r>
              <w:rPr>
                <w:szCs w:val="24"/>
              </w:rPr>
              <w:t>5020851</w:t>
            </w:r>
          </w:p>
        </w:tc>
        <w:tc>
          <w:tcPr>
            <w:tcW w:w="2210" w:type="pct"/>
            <w:shd w:val="clear" w:color="auto" w:fill="auto"/>
          </w:tcPr>
          <w:p w14:paraId="0D49D2A0" w14:textId="4936BD03" w:rsidR="00B7669C" w:rsidRPr="00B7669C" w:rsidRDefault="002F7E0F" w:rsidP="004157C2">
            <w:pPr>
              <w:jc w:val="both"/>
              <w:rPr>
                <w:color w:val="0000FF"/>
                <w:szCs w:val="24"/>
              </w:rPr>
            </w:pPr>
            <w:hyperlink r:id="rId19" w:history="1">
              <w:r w:rsidR="0044711A" w:rsidRPr="00661771">
                <w:rPr>
                  <w:rStyle w:val="Hyperlink"/>
                  <w:szCs w:val="24"/>
                </w:rPr>
                <w:t>aktid.kirde@rmk.ee</w:t>
              </w:r>
            </w:hyperlink>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44711A" w:rsidRPr="0076294C" w14:paraId="4031F2D8" w14:textId="77777777" w:rsidTr="0072228C">
        <w:tc>
          <w:tcPr>
            <w:tcW w:w="1146" w:type="pct"/>
            <w:shd w:val="clear" w:color="auto" w:fill="auto"/>
          </w:tcPr>
          <w:p w14:paraId="0190D749" w14:textId="77777777" w:rsidR="0044711A" w:rsidRPr="00B7669C" w:rsidRDefault="0044711A" w:rsidP="004157C2">
            <w:pPr>
              <w:jc w:val="both"/>
              <w:rPr>
                <w:szCs w:val="24"/>
              </w:rPr>
            </w:pPr>
            <w:r w:rsidRPr="00B7669C">
              <w:rPr>
                <w:szCs w:val="24"/>
              </w:rPr>
              <w:t>Nimi</w:t>
            </w:r>
          </w:p>
        </w:tc>
        <w:tc>
          <w:tcPr>
            <w:tcW w:w="1359" w:type="pct"/>
            <w:shd w:val="clear" w:color="auto" w:fill="auto"/>
          </w:tcPr>
          <w:p w14:paraId="63F9150F" w14:textId="77777777" w:rsidR="0044711A" w:rsidRPr="00B7669C" w:rsidRDefault="0044711A" w:rsidP="004157C2">
            <w:pPr>
              <w:jc w:val="both"/>
              <w:rPr>
                <w:szCs w:val="24"/>
              </w:rPr>
            </w:pPr>
            <w:r w:rsidRPr="00B7669C">
              <w:rPr>
                <w:szCs w:val="24"/>
              </w:rPr>
              <w:t>Telefon</w:t>
            </w:r>
          </w:p>
        </w:tc>
        <w:tc>
          <w:tcPr>
            <w:tcW w:w="2495" w:type="pct"/>
            <w:shd w:val="clear" w:color="auto" w:fill="auto"/>
          </w:tcPr>
          <w:p w14:paraId="65A9DA8B" w14:textId="77777777" w:rsidR="0044711A" w:rsidRPr="00B7669C" w:rsidRDefault="0044711A" w:rsidP="004157C2">
            <w:pPr>
              <w:jc w:val="both"/>
              <w:rPr>
                <w:szCs w:val="24"/>
              </w:rPr>
            </w:pPr>
            <w:r w:rsidRPr="00B7669C">
              <w:rPr>
                <w:szCs w:val="24"/>
              </w:rPr>
              <w:t>e-post</w:t>
            </w:r>
          </w:p>
        </w:tc>
      </w:tr>
      <w:tr w:rsidR="002F7E0F" w:rsidRPr="00C51D38" w14:paraId="4CAB36CB" w14:textId="77777777" w:rsidTr="0072228C">
        <w:tc>
          <w:tcPr>
            <w:tcW w:w="1146" w:type="pct"/>
            <w:shd w:val="clear" w:color="auto" w:fill="auto"/>
          </w:tcPr>
          <w:p w14:paraId="573E14F8" w14:textId="7243EB0E" w:rsidR="002F7E0F" w:rsidRPr="00B7669C" w:rsidRDefault="002F7E0F" w:rsidP="002F7E0F">
            <w:pPr>
              <w:jc w:val="both"/>
              <w:rPr>
                <w:szCs w:val="24"/>
              </w:rPr>
            </w:pPr>
            <w:proofErr w:type="spellStart"/>
            <w:r w:rsidRPr="005E0399">
              <w:t>Mirek</w:t>
            </w:r>
            <w:proofErr w:type="spellEnd"/>
            <w:r w:rsidRPr="005E0399">
              <w:t xml:space="preserve"> </w:t>
            </w:r>
            <w:proofErr w:type="spellStart"/>
            <w:r w:rsidRPr="005E0399">
              <w:t>Matikainen</w:t>
            </w:r>
            <w:proofErr w:type="spellEnd"/>
          </w:p>
        </w:tc>
        <w:tc>
          <w:tcPr>
            <w:tcW w:w="1359" w:type="pct"/>
            <w:shd w:val="clear" w:color="auto" w:fill="auto"/>
          </w:tcPr>
          <w:p w14:paraId="453EDB0D" w14:textId="5CF74DD2" w:rsidR="002F7E0F" w:rsidRPr="00B7669C" w:rsidRDefault="002F7E0F" w:rsidP="002F7E0F">
            <w:pPr>
              <w:jc w:val="both"/>
              <w:rPr>
                <w:szCs w:val="24"/>
              </w:rPr>
            </w:pPr>
            <w:r w:rsidRPr="005E0399">
              <w:t>5207517</w:t>
            </w:r>
          </w:p>
        </w:tc>
        <w:tc>
          <w:tcPr>
            <w:tcW w:w="2495" w:type="pct"/>
            <w:shd w:val="clear" w:color="auto" w:fill="auto"/>
          </w:tcPr>
          <w:p w14:paraId="17665A84" w14:textId="3F1571DE" w:rsidR="002F7E0F" w:rsidRPr="00B7669C" w:rsidRDefault="002F7E0F" w:rsidP="002F7E0F">
            <w:pPr>
              <w:rPr>
                <w:szCs w:val="24"/>
              </w:rPr>
            </w:pPr>
            <w:hyperlink r:id="rId20" w:history="1">
              <w:r w:rsidRPr="00845E69">
                <w:rPr>
                  <w:rStyle w:val="Hyperlink"/>
                </w:rPr>
                <w:t>mikkorsaekoda@gmail.com</w:t>
              </w:r>
            </w:hyperlink>
            <w:r>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72228C" w:rsidRPr="0076294C" w14:paraId="417148B6" w14:textId="77777777" w:rsidTr="0072228C">
        <w:tc>
          <w:tcPr>
            <w:tcW w:w="1486" w:type="pct"/>
            <w:shd w:val="clear" w:color="auto" w:fill="auto"/>
          </w:tcPr>
          <w:p w14:paraId="6253CABF" w14:textId="77777777" w:rsidR="0072228C" w:rsidRPr="00B7669C" w:rsidRDefault="0072228C" w:rsidP="004157C2">
            <w:pPr>
              <w:jc w:val="both"/>
              <w:rPr>
                <w:szCs w:val="24"/>
              </w:rPr>
            </w:pPr>
            <w:r w:rsidRPr="00B7669C">
              <w:rPr>
                <w:szCs w:val="24"/>
              </w:rPr>
              <w:t>Nimi</w:t>
            </w:r>
          </w:p>
        </w:tc>
        <w:tc>
          <w:tcPr>
            <w:tcW w:w="1190" w:type="pct"/>
            <w:shd w:val="clear" w:color="auto" w:fill="auto"/>
          </w:tcPr>
          <w:p w14:paraId="4395DE73" w14:textId="77777777" w:rsidR="0072228C" w:rsidRPr="00B7669C" w:rsidRDefault="0072228C" w:rsidP="004157C2">
            <w:pPr>
              <w:jc w:val="both"/>
              <w:rPr>
                <w:szCs w:val="24"/>
              </w:rPr>
            </w:pPr>
            <w:r w:rsidRPr="00B7669C">
              <w:rPr>
                <w:szCs w:val="24"/>
              </w:rPr>
              <w:t>Telefon</w:t>
            </w:r>
          </w:p>
        </w:tc>
        <w:tc>
          <w:tcPr>
            <w:tcW w:w="2324" w:type="pct"/>
            <w:shd w:val="clear" w:color="auto" w:fill="auto"/>
          </w:tcPr>
          <w:p w14:paraId="6783AC2E" w14:textId="77777777" w:rsidR="0072228C" w:rsidRPr="00B7669C" w:rsidRDefault="0072228C" w:rsidP="004157C2">
            <w:pPr>
              <w:jc w:val="both"/>
              <w:rPr>
                <w:szCs w:val="24"/>
              </w:rPr>
            </w:pPr>
            <w:r w:rsidRPr="00B7669C">
              <w:rPr>
                <w:szCs w:val="24"/>
              </w:rPr>
              <w:t>e-post</w:t>
            </w:r>
          </w:p>
        </w:tc>
      </w:tr>
      <w:tr w:rsidR="002F7E0F" w:rsidRPr="000625D1" w14:paraId="26841ADC" w14:textId="77777777" w:rsidTr="0072228C">
        <w:tc>
          <w:tcPr>
            <w:tcW w:w="1486" w:type="pct"/>
            <w:shd w:val="clear" w:color="auto" w:fill="auto"/>
          </w:tcPr>
          <w:p w14:paraId="2A24CBEB" w14:textId="7E469A40" w:rsidR="002F7E0F" w:rsidRPr="00B7669C" w:rsidRDefault="002F7E0F" w:rsidP="002F7E0F">
            <w:pPr>
              <w:jc w:val="both"/>
              <w:rPr>
                <w:szCs w:val="24"/>
              </w:rPr>
            </w:pPr>
            <w:r w:rsidRPr="00823BAF">
              <w:t>Raul Orgla</w:t>
            </w:r>
          </w:p>
        </w:tc>
        <w:tc>
          <w:tcPr>
            <w:tcW w:w="1190" w:type="pct"/>
            <w:shd w:val="clear" w:color="auto" w:fill="auto"/>
          </w:tcPr>
          <w:p w14:paraId="60AFBEAD" w14:textId="76D584C8" w:rsidR="002F7E0F" w:rsidRPr="00B7669C" w:rsidRDefault="002F7E0F" w:rsidP="002F7E0F">
            <w:pPr>
              <w:jc w:val="both"/>
              <w:rPr>
                <w:szCs w:val="24"/>
              </w:rPr>
            </w:pPr>
            <w:r w:rsidRPr="00823BAF">
              <w:t>5051441</w:t>
            </w:r>
          </w:p>
        </w:tc>
        <w:tc>
          <w:tcPr>
            <w:tcW w:w="2324" w:type="pct"/>
            <w:shd w:val="clear" w:color="auto" w:fill="auto"/>
          </w:tcPr>
          <w:p w14:paraId="5132D78D" w14:textId="70B598B9" w:rsidR="002F7E0F" w:rsidRPr="00B7669C" w:rsidRDefault="002F7E0F" w:rsidP="002F7E0F">
            <w:pPr>
              <w:jc w:val="both"/>
              <w:rPr>
                <w:color w:val="0000FF"/>
                <w:szCs w:val="24"/>
              </w:rPr>
            </w:pPr>
            <w:hyperlink r:id="rId21" w:history="1">
              <w:r w:rsidRPr="00845E69">
                <w:rPr>
                  <w:rStyle w:val="Hyperlink"/>
                </w:rPr>
                <w:t>raul.orgla@rmk.ee</w:t>
              </w:r>
            </w:hyperlink>
            <w: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41E692F9" w:rsidR="005B1767" w:rsidRPr="00471A69" w:rsidRDefault="00A45006">
      <w:pPr>
        <w:rPr>
          <w:bCs/>
          <w:szCs w:val="24"/>
        </w:rPr>
      </w:pPr>
      <w:r w:rsidRPr="00471A69">
        <w:rPr>
          <w:b/>
          <w:bCs/>
          <w:szCs w:val="24"/>
        </w:rPr>
        <w:lastRenderedPageBreak/>
        <w:t>10.</w:t>
      </w:r>
      <w:r w:rsidR="00541B14">
        <w:rPr>
          <w:b/>
          <w:bCs/>
          <w:szCs w:val="24"/>
        </w:rPr>
        <w:t>4</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2"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bookmarkStart w:id="9" w:name="_GoBack"/>
      <w:bookmarkEnd w:id="9"/>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2F7E0F"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2F7E0F"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64792F1A" w:rsidR="000A61BB" w:rsidRPr="00366BEF" w:rsidRDefault="002F7E0F" w:rsidP="00002ED5">
            <w:pPr>
              <w:tabs>
                <w:tab w:val="left" w:pos="4320"/>
              </w:tabs>
              <w:rPr>
                <w:spacing w:val="0"/>
                <w:szCs w:val="24"/>
              </w:rPr>
            </w:pPr>
            <w:proofErr w:type="spellStart"/>
            <w:r w:rsidRPr="002F7E0F">
              <w:rPr>
                <w:spacing w:val="0"/>
                <w:szCs w:val="24"/>
                <w:lang w:val="en-AU"/>
              </w:rPr>
              <w:t>Mirek</w:t>
            </w:r>
            <w:proofErr w:type="spellEnd"/>
            <w:r w:rsidRPr="002F7E0F">
              <w:rPr>
                <w:spacing w:val="0"/>
                <w:szCs w:val="24"/>
                <w:lang w:val="en-AU"/>
              </w:rPr>
              <w:t xml:space="preserve"> </w:t>
            </w:r>
            <w:proofErr w:type="spellStart"/>
            <w:r w:rsidRPr="002F7E0F">
              <w:rPr>
                <w:spacing w:val="0"/>
                <w:szCs w:val="24"/>
                <w:lang w:val="en-AU"/>
              </w:rPr>
              <w:t>Matikainen</w:t>
            </w:r>
            <w:proofErr w:type="spellEnd"/>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7D2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362FF"/>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2F7E0F"/>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4711A"/>
    <w:rsid w:val="00453861"/>
    <w:rsid w:val="00457AD1"/>
    <w:rsid w:val="00461594"/>
    <w:rsid w:val="00471A69"/>
    <w:rsid w:val="00473171"/>
    <w:rsid w:val="00475786"/>
    <w:rsid w:val="00476336"/>
    <w:rsid w:val="0047688B"/>
    <w:rsid w:val="0048117C"/>
    <w:rsid w:val="004815CB"/>
    <w:rsid w:val="00483CE8"/>
    <w:rsid w:val="00483E1F"/>
    <w:rsid w:val="0048415A"/>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2CCA"/>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1B14"/>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24B5"/>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8C"/>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363C9"/>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4648"/>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262A"/>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5ED7"/>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76FE6"/>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D3F52"/>
    <w:rsid w:val="00DE13F7"/>
    <w:rsid w:val="00DE53FF"/>
    <w:rsid w:val="00DE59E6"/>
    <w:rsid w:val="00DF29DD"/>
    <w:rsid w:val="00DF2FC8"/>
    <w:rsid w:val="00E0167B"/>
    <w:rsid w:val="00E03703"/>
    <w:rsid w:val="00E049BD"/>
    <w:rsid w:val="00E05AC4"/>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166F"/>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mikkorsaekoda@gmail.com"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mikkorsaekod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ikkorsaekoda@gmail.com"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7134D-8B92-4198-9EB5-0B056D3F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38</TotalTime>
  <Pages>6</Pages>
  <Words>1769</Words>
  <Characters>14156</Characters>
  <Application>Microsoft Office Word</Application>
  <DocSecurity>0</DocSecurity>
  <Lines>117</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2023-01-19T08:43:00Z</dcterms:created>
  <dcterms:modified xsi:type="dcterms:W3CDTF">2023-01-19T09:23:00Z</dcterms:modified>
</cp:coreProperties>
</file>